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76" w:type="dxa"/>
        <w:tblInd w:w="-106" w:type="dxa"/>
        <w:tblLook w:val="01E0"/>
      </w:tblPr>
      <w:tblGrid>
        <w:gridCol w:w="10173"/>
        <w:gridCol w:w="5103"/>
      </w:tblGrid>
      <w:tr w:rsidR="0018089A" w:rsidRPr="00C97CBA">
        <w:tc>
          <w:tcPr>
            <w:tcW w:w="10173" w:type="dxa"/>
          </w:tcPr>
          <w:p w:rsidR="0018089A" w:rsidRPr="001B4617" w:rsidRDefault="0018089A" w:rsidP="008766D1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103" w:type="dxa"/>
          </w:tcPr>
          <w:p w:rsidR="0018089A" w:rsidRPr="00AD204E" w:rsidRDefault="0018089A" w:rsidP="008766D1">
            <w:pPr>
              <w:tabs>
                <w:tab w:val="left" w:pos="4178"/>
              </w:tabs>
              <w:spacing w:after="0" w:line="240" w:lineRule="auto"/>
              <w:ind w:right="61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2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ПРИЛОЖЕНИЕ № 4</w:t>
            </w:r>
          </w:p>
          <w:p w:rsidR="0018089A" w:rsidRPr="00AD204E" w:rsidRDefault="0018089A" w:rsidP="008766D1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2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предоставления администрацией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Школьненского сельского поселения</w:t>
            </w:r>
            <w:r w:rsidRPr="00AD2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Белореченск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ого</w:t>
            </w:r>
            <w:r w:rsidRPr="00AD2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D2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8089A" w:rsidRPr="00AD204E" w:rsidRDefault="0018089A" w:rsidP="008766D1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D2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муниципальной услуги</w:t>
            </w:r>
          </w:p>
          <w:p w:rsidR="0018089A" w:rsidRPr="00C97CBA" w:rsidRDefault="0018089A" w:rsidP="00910D59">
            <w:pPr>
              <w:tabs>
                <w:tab w:val="left" w:pos="417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AD20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«Возврат платежей физических и юридических лиц по неналоговым доходам из бюджета муниципального образования»</w:t>
            </w:r>
          </w:p>
        </w:tc>
      </w:tr>
    </w:tbl>
    <w:p w:rsidR="0018089A" w:rsidRPr="001B4617" w:rsidRDefault="0018089A" w:rsidP="006F44E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8089A" w:rsidRPr="001B4617" w:rsidRDefault="0018089A" w:rsidP="006F44E9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4617">
        <w:rPr>
          <w:rFonts w:ascii="Times New Roman" w:hAnsi="Times New Roman" w:cs="Times New Roman"/>
          <w:b/>
          <w:bCs/>
          <w:sz w:val="28"/>
          <w:szCs w:val="28"/>
        </w:rPr>
        <w:t>Перечень многофункциональных центров предоставления государственных и муниципальных услуг Краснодарского края</w:t>
      </w:r>
    </w:p>
    <w:p w:rsidR="0018089A" w:rsidRPr="001B4617" w:rsidRDefault="0018089A" w:rsidP="006F4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8089A" w:rsidRPr="001B4617" w:rsidRDefault="0018089A" w:rsidP="006F4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4884" w:type="dxa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18089A" w:rsidRPr="001B4617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Наименование 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Местонахождение</w:t>
            </w:r>
          </w:p>
          <w:p w:rsidR="0018089A" w:rsidRPr="001B4617" w:rsidRDefault="0018089A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Телефон и адрес электронной почты МФЦ для обращения заявителей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г. Краснодар, отдел «Западный»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Краснодар, пр-кт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08:00-17:00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8(861)2189218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г. Краснодар, отдел «Карасунский»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Краснодар, ул. Сормовская,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08:00-17:00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8(861)2189218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г. Краснодар, отдел «Прикубанский»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08:00-17:00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8(861)2189218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г. Краснодар, отдел «Прикубанский-2»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Краснодар, ул. им. А. Покрышкина,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08:00-17:00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8(861)2189218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г. Краснодар,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Краснодар, ул. Леваневского,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08:00-17:00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8(861)2189218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mfc@krd.ru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Пн.-Сб. 09:00-20:00             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Вс. - выходной    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8(86133)53340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anapa-mfc@mail.ru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08:00-13:00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8(86137)31825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mfc.armavir@mail.ru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 Сб. 10:00-20:00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8(86141)35549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mfc@gelendzhik.org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09:00-14:00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8(86159)44036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mfc-gk@rambler.ru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г. Новороссийск,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08:00-17:00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8(86176)71650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г. Новороссийск, отдел «Южный»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Новороссийск, пр-кт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08:00-17:00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8(86176)71650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mfcnvrsk@yandex.ru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ГородСочи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МАУ МФЦ г. Сочи, отдел «Адлерский»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Пн.-Сб. 09:00-20:00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8(800)4444700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C25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МАУ МФЦ г. Сочи, отдел «Лазаревский»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Пн.-Сб. 09:00-20:00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8(800)4444700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C251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МАУ МФЦ г. Сочи, отдел «Хостинский»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Пн.-Сб. 09:00-20:00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8(800)4444700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МАУ МФЦ г. Сочи,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Пн.-Сб. 09:00-20:00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8(800)4444700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 info@mfcsochi.ru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Абинск, ул. Интернациональная, 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Пн. 08:00-20:00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8(86150)42037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8(86150)42065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mfc-abinsk@mail.ru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Пн.-Чт.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08:00-14:00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8(86152)25230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mfc.apsheronsk@mail.ru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Белоглинский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Белоглинскогорайона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Пн.-Чт. 08:00-17:00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Пт. 08:00-16:00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8(86154)72524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mfcbelglin@mail.ru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Белореченский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Белореченского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Белореченск, ул. 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Cб. 08:00-17:00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Вт.-Пт.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8(86155)33744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bel.mfc@mail.ru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Брюховецкий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Брюховецкого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08:00-14:00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8(86156)31039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mfc.bruhoveckaya@mail.ru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Выселковского</w:t>
            </w:r>
          </w:p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йо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08:00-17:00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8(86157)73440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mfc.2010@yandex.ru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Гулькевичский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Гулькевичского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Ср,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09:00-16:00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8(86160)33077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info@mfcgul.ru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БУ МФЦ Динскогораойна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08:00-15:00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8(86162)66414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mfc_dinsk@mail.ru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Ейск, ул. Армавирская,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08:00-15:00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8(86132)37181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8(86132)37161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mfc_eisk@mail.ru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08:00-17:00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8(86138)76799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kavmfc@yandex.ru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Пн.-Пт. 09:00-17:00      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8(86163)22709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mfc-kalina@rambler.ru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Каневского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Пн., Вт., Чт., Пт. 08:00-18:30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Ср. 08:00-20:00  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08:00-14:00  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8(86164)45191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8(86164)45188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mfc@kanevskadm.ru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Кореновский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Кореновского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09:00-13:00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8(86142)46240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8(86142)46261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mfc@admkor.ru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Ср., Чт., Пт. 08:00-18:30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08:00-14:00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8(86165)40897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mfc.krasnarm@mail.ru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Пн.-Пт. 08:00-16:00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перерыв 12:00-13:00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08:00-13:00           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8(86161)35119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mfc.krilovskaya@mail.ru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Крымск, ул. Адагумская,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 09:00-20:00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08:00 - 07:00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8(86131)43774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mfc.krymsk@mail.ru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Курганинский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Курганинского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08.00-14.00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8(86147)27799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8(86147)27545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mfc-kurganinsk@rambler.ru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Кущевский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 МФЦ Кущевского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Ср.,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08:00-13:00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8(800)3022290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8(86168)40290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mfckush@mail.ru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Лабинского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Пн., Вт., Чт., Пт. 08:00-18:00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08:00-14:00           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8(86169)35618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8(86169)35610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mfc.labinsk@yandex.ru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Ср.,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Чт.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 08:00-13:00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8(86145)37898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Len_mfc@mail.ru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пгт.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Ср.,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 08:00-13:00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8(86192)54384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most.mfc@mail.ru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Новокубанский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МАУ МФЦ Новокубанского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Ср.,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Чт.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08:00-13:00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8(86195)31161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mfc31161@yandex.ru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Новопокровский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Пн., Вт., Ср., Чт. 08:00-17:00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Пт. 08:00-16:00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08:00-13:00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8(86149)73742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novopokrovskii_mfc@mail.ru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Отраднского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08:00-17:00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08:00-13:00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8(86144)34621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mfc.otradnaya@mail.ru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Пн., Ср., Пт. 08:00-18:00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Вт., Чт. 08:00-20:00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08:00-16:00     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8(86191)54595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mfc-pavlovskii@mail.ru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Приморско-Ахтарский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Приморско-Ахтарского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г. Приморско-Ахтарск,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08:00-13:00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http://mfc-prahtarsk.ru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8(86143)31837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8(86143)31838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mfс.prаhtаrsk@mаil.ru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Северского района, отдел «Афипский»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пгт.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09:00-17:00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8(961)5325404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Северского района, отдел «Ильский»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пгт. Ильский,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08:00-13:00     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8(961)8512980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Вт.-Пт. 08:00-18:00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 Сб. 08:00-13:00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8(86166)20104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sevmfc@mail.ru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г. Славянск-на-Кубани,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ул. Отдельская,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08:00-18:30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08:00-14:00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8(86146)25885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mfc@slavmfc.ru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Староминский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Староминского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08:00-12:00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8(86153)43408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mfc.starominsk@yandex.ru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Тбилисская, ул. 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08:00-16:00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8(86158)33192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mfctbil@mail.ru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08:00-18:30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08:00-14:00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8(86148)54445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mfctemryuk@yandex.ru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Тимашевский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Тимашевского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Пн., Вт., Чт., 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Ср.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08:00-14:00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8(86130)42582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mfctim@yandex.ru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Тихорецк, ул. Энгельса, д. 76 Д-Е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 09:00-14:00        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8(86196)75479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tihoresk-mfc@yandex.ru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 10:00-20:00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Вт.-Пт. 09:00-19:00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09:00-13:00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8(86167)29738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mfc-tuapse@mail.ru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09:00-18:00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Сб., Вс.- 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8(86140)55693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mfc.uspenskiy@mail.ru</w:t>
            </w:r>
          </w:p>
        </w:tc>
      </w:tr>
      <w:tr w:rsidR="0018089A" w:rsidRPr="001B4617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Усть-Лабинский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Усть-Лабинского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AE55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 08:00-20:00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Вт.-Пт. 08:00-18:00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Сб. 08:00-16:00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8(86135)50137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mfc-ustlab@mail.ru</w:t>
            </w:r>
          </w:p>
        </w:tc>
      </w:tr>
      <w:tr w:rsidR="0018089A" w:rsidRPr="001B4617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7F4FD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Щербиновский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МБУ МФЦ Щербиновского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Пн.-Пт. 08:00-17:00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Сб.,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9A" w:rsidRPr="001B4617" w:rsidRDefault="0018089A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8(86151)77714</w:t>
            </w:r>
            <w:r w:rsidRPr="001B461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mfc_scherbin@mail.ru</w:t>
            </w:r>
          </w:p>
        </w:tc>
      </w:tr>
    </w:tbl>
    <w:p w:rsidR="0018089A" w:rsidRPr="001B4617" w:rsidRDefault="0018089A"/>
    <w:sectPr w:rsidR="0018089A" w:rsidRPr="001B4617" w:rsidSect="002D59BD">
      <w:pgSz w:w="16817" w:h="11901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4E9"/>
    <w:rsid w:val="000A010F"/>
    <w:rsid w:val="000B558A"/>
    <w:rsid w:val="000D6DA7"/>
    <w:rsid w:val="0018089A"/>
    <w:rsid w:val="001B4617"/>
    <w:rsid w:val="001C1DC2"/>
    <w:rsid w:val="00276128"/>
    <w:rsid w:val="002A18CB"/>
    <w:rsid w:val="002D59BD"/>
    <w:rsid w:val="00333B0A"/>
    <w:rsid w:val="00374345"/>
    <w:rsid w:val="003C5EAD"/>
    <w:rsid w:val="005068F3"/>
    <w:rsid w:val="00567B6B"/>
    <w:rsid w:val="00571810"/>
    <w:rsid w:val="006F44E9"/>
    <w:rsid w:val="00730F9C"/>
    <w:rsid w:val="007A577A"/>
    <w:rsid w:val="007F4FD8"/>
    <w:rsid w:val="0080314F"/>
    <w:rsid w:val="008421CE"/>
    <w:rsid w:val="00872F37"/>
    <w:rsid w:val="008766D1"/>
    <w:rsid w:val="008D30D6"/>
    <w:rsid w:val="00910D59"/>
    <w:rsid w:val="00943809"/>
    <w:rsid w:val="00A165D5"/>
    <w:rsid w:val="00A84E64"/>
    <w:rsid w:val="00AD204E"/>
    <w:rsid w:val="00AE55A8"/>
    <w:rsid w:val="00B84F62"/>
    <w:rsid w:val="00BB2A0C"/>
    <w:rsid w:val="00C2511D"/>
    <w:rsid w:val="00C97CBA"/>
    <w:rsid w:val="00CF13C9"/>
    <w:rsid w:val="00DD1017"/>
    <w:rsid w:val="00F37BDD"/>
    <w:rsid w:val="00F54F7D"/>
    <w:rsid w:val="00F55100"/>
    <w:rsid w:val="00F6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4E9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ListParagraph">
    <w:name w:val="List Paragraph"/>
    <w:basedOn w:val="Normal"/>
    <w:uiPriority w:val="99"/>
    <w:qFormat/>
    <w:rsid w:val="001C1DC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151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12</Pages>
  <Words>1842</Words>
  <Characters>10501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Гусейнов</dc:creator>
  <cp:keywords/>
  <dc:description/>
  <cp:lastModifiedBy>Кристина</cp:lastModifiedBy>
  <cp:revision>6</cp:revision>
  <cp:lastPrinted>2016-02-29T14:22:00Z</cp:lastPrinted>
  <dcterms:created xsi:type="dcterms:W3CDTF">2016-02-13T10:19:00Z</dcterms:created>
  <dcterms:modified xsi:type="dcterms:W3CDTF">2016-02-29T14:30:00Z</dcterms:modified>
</cp:coreProperties>
</file>